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8908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52CDFA" w14:textId="77777777" w:rsidTr="00146EEC">
        <w:tc>
          <w:tcPr>
            <w:tcW w:w="2689" w:type="dxa"/>
          </w:tcPr>
          <w:p w14:paraId="5F8C754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7B61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F7C836F" w14:textId="77777777" w:rsidTr="00146EEC">
        <w:tc>
          <w:tcPr>
            <w:tcW w:w="2689" w:type="dxa"/>
          </w:tcPr>
          <w:p w14:paraId="35B4DB91" w14:textId="19404B31" w:rsidR="00E918B8" w:rsidRPr="00E918B8" w:rsidRDefault="00E918B8" w:rsidP="006358E3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7F7BFE">
              <w:t>1</w:t>
            </w:r>
          </w:p>
        </w:tc>
        <w:tc>
          <w:tcPr>
            <w:tcW w:w="6939" w:type="dxa"/>
          </w:tcPr>
          <w:p w14:paraId="76582B28" w14:textId="30600B77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37736A">
              <w:t>4</w:t>
            </w:r>
            <w:r w:rsidRPr="007C778A">
              <w:t>.0.</w:t>
            </w:r>
          </w:p>
        </w:tc>
      </w:tr>
    </w:tbl>
    <w:p w14:paraId="56CB14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806EA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7D901DC" w14:textId="490A7305" w:rsidR="00F1480E" w:rsidRPr="000754EC" w:rsidRDefault="00EB27E5" w:rsidP="00D701C0">
            <w:pPr>
              <w:pStyle w:val="SIUNITCODE"/>
            </w:pPr>
            <w:r>
              <w:t>AHCBUS</w:t>
            </w:r>
            <w:r w:rsidR="00AB1595">
              <w:t>5</w:t>
            </w:r>
            <w:r w:rsidR="007F7BFE">
              <w:t>13</w:t>
            </w:r>
          </w:p>
        </w:tc>
        <w:tc>
          <w:tcPr>
            <w:tcW w:w="3604" w:type="pct"/>
            <w:shd w:val="clear" w:color="auto" w:fill="auto"/>
          </w:tcPr>
          <w:p w14:paraId="6B293919" w14:textId="77777777" w:rsidR="00F1480E" w:rsidRPr="000754EC" w:rsidRDefault="00AB1595" w:rsidP="000754EC">
            <w:pPr>
              <w:pStyle w:val="SIUnittitle"/>
            </w:pPr>
            <w:r w:rsidRPr="00AB1595">
              <w:t>Market products and services</w:t>
            </w:r>
          </w:p>
        </w:tc>
      </w:tr>
      <w:tr w:rsidR="00F1480E" w:rsidRPr="00963A46" w14:paraId="2B479E36" w14:textId="77777777" w:rsidTr="00CA2922">
        <w:tc>
          <w:tcPr>
            <w:tcW w:w="1396" w:type="pct"/>
            <w:shd w:val="clear" w:color="auto" w:fill="auto"/>
          </w:tcPr>
          <w:p w14:paraId="05224FE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5FB96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5809D2" w14:textId="6FA4A141" w:rsidR="00AB1595" w:rsidRPr="00AB1595" w:rsidRDefault="00AB1595" w:rsidP="00AB1595">
            <w:pPr>
              <w:pStyle w:val="SIText"/>
            </w:pPr>
            <w:r w:rsidRPr="00571D5B">
              <w:t>This unit of competency describes the skills and knowledge required to market products and</w:t>
            </w:r>
            <w:r w:rsidRPr="00AB1595">
              <w:t xml:space="preserve"> services</w:t>
            </w:r>
            <w:r w:rsidR="0037736A">
              <w:t>, including analysing data, investigating alternative marketing strategies for a product or service, developing marketing plans and implementing a marketing strategy for an organisation.</w:t>
            </w:r>
          </w:p>
          <w:p w14:paraId="237D849F" w14:textId="77777777" w:rsidR="00AB1595" w:rsidRPr="00571D5B" w:rsidRDefault="00AB1595" w:rsidP="00AB1595">
            <w:pPr>
              <w:pStyle w:val="SIText"/>
            </w:pPr>
          </w:p>
          <w:p w14:paraId="387A3037" w14:textId="639E0844" w:rsidR="0037736A" w:rsidRDefault="0037736A" w:rsidP="0037736A">
            <w:pPr>
              <w:pStyle w:val="SIText"/>
            </w:pPr>
            <w:r w:rsidRPr="0037736A">
              <w:t xml:space="preserve">This unit applies to </w:t>
            </w:r>
            <w:r>
              <w:t>those who market products and services, and</w:t>
            </w:r>
            <w:r w:rsidRPr="0037736A">
              <w:t xml:space="preserve"> who take personal responsibility and exercise autonomy in undertaking complex work. They analyse information and exercise judgement to complete a range of advanced skilled activities.</w:t>
            </w:r>
          </w:p>
          <w:p w14:paraId="721AC3E3" w14:textId="77777777" w:rsidR="0037736A" w:rsidRPr="0037736A" w:rsidRDefault="0037736A" w:rsidP="0037736A">
            <w:pPr>
              <w:pStyle w:val="SIText"/>
            </w:pPr>
          </w:p>
          <w:p w14:paraId="21559E9B" w14:textId="77777777" w:rsidR="00AB1595" w:rsidRPr="00AB1595" w:rsidRDefault="00AB1595" w:rsidP="00AB1595">
            <w:pPr>
              <w:pStyle w:val="SIText"/>
            </w:pPr>
            <w:r w:rsidRPr="00571D5B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6CB267CA" w14:textId="77777777" w:rsidR="00AB1595" w:rsidRPr="00571D5B" w:rsidRDefault="00AB1595" w:rsidP="00AB1595">
            <w:pPr>
              <w:pStyle w:val="SIText"/>
            </w:pPr>
          </w:p>
          <w:p w14:paraId="32636C89" w14:textId="40D97FB9" w:rsidR="00373436" w:rsidRPr="000754EC" w:rsidRDefault="00AB1595" w:rsidP="00AB1595">
            <w:pPr>
              <w:pStyle w:val="SIText"/>
            </w:pPr>
            <w:r w:rsidRPr="00571D5B">
              <w:t>No licensing, legislative or certification requirements apply to this unit at the time of publication.</w:t>
            </w:r>
          </w:p>
        </w:tc>
      </w:tr>
      <w:tr w:rsidR="00F1480E" w:rsidRPr="00963A46" w14:paraId="73ABB157" w14:textId="77777777" w:rsidTr="00CA2922">
        <w:tc>
          <w:tcPr>
            <w:tcW w:w="1396" w:type="pct"/>
            <w:shd w:val="clear" w:color="auto" w:fill="auto"/>
          </w:tcPr>
          <w:p w14:paraId="758D3A4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02C77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3DE7DEC" w14:textId="77777777" w:rsidTr="00CA2922">
        <w:tc>
          <w:tcPr>
            <w:tcW w:w="1396" w:type="pct"/>
            <w:shd w:val="clear" w:color="auto" w:fill="auto"/>
          </w:tcPr>
          <w:p w14:paraId="1CBF59E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E7EF91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29917E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1193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9FB49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2DEE19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80B57D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B08DF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436F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B1595" w:rsidRPr="00963A46" w14:paraId="2156A7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35FA45" w14:textId="0C4E8122" w:rsidR="00AB1595" w:rsidRPr="00AB1595" w:rsidRDefault="00AB1595" w:rsidP="00AB1595">
            <w:pPr>
              <w:pStyle w:val="SIText"/>
            </w:pPr>
            <w:r>
              <w:t>1.</w:t>
            </w:r>
            <w:r w:rsidR="0037736A">
              <w:t xml:space="preserve"> </w:t>
            </w:r>
            <w:r w:rsidRPr="00AB1595">
              <w:t>Analyse market information</w:t>
            </w:r>
          </w:p>
        </w:tc>
        <w:tc>
          <w:tcPr>
            <w:tcW w:w="3604" w:type="pct"/>
            <w:shd w:val="clear" w:color="auto" w:fill="auto"/>
          </w:tcPr>
          <w:p w14:paraId="3FCF0C32" w14:textId="40B01635" w:rsidR="00AB1595" w:rsidRPr="00AB1595" w:rsidRDefault="00AB1595" w:rsidP="00AB1595">
            <w:pPr>
              <w:pStyle w:val="SIText"/>
            </w:pPr>
            <w:r w:rsidRPr="00571D5B">
              <w:t>1.1</w:t>
            </w:r>
            <w:r>
              <w:t xml:space="preserve"> </w:t>
            </w:r>
            <w:r w:rsidRPr="00571D5B">
              <w:t>Identify, research and analyse existing or new markets for existing or new products or services</w:t>
            </w:r>
            <w:r w:rsidR="0037736A">
              <w:t>,</w:t>
            </w:r>
            <w:r w:rsidRPr="00571D5B">
              <w:t xml:space="preserve"> using techniques to ensure reliable data</w:t>
            </w:r>
          </w:p>
          <w:p w14:paraId="0513BFEC" w14:textId="77777777" w:rsidR="00AB1595" w:rsidRPr="00AB1595" w:rsidRDefault="00AB1595" w:rsidP="00AB1595">
            <w:pPr>
              <w:pStyle w:val="SIText"/>
            </w:pPr>
            <w:r w:rsidRPr="00571D5B">
              <w:t>1.2</w:t>
            </w:r>
            <w:r>
              <w:t xml:space="preserve"> </w:t>
            </w:r>
            <w:r w:rsidRPr="00571D5B">
              <w:t>Analyse past trends and developments to determine market variability and</w:t>
            </w:r>
            <w:r w:rsidRPr="00AB1595">
              <w:t xml:space="preserve"> associated risks</w:t>
            </w:r>
          </w:p>
          <w:p w14:paraId="2DAC6347" w14:textId="5F332D01" w:rsidR="00AB1595" w:rsidRPr="00AB1595" w:rsidRDefault="00AB1595" w:rsidP="00AB1595">
            <w:pPr>
              <w:pStyle w:val="SIText"/>
            </w:pPr>
            <w:r w:rsidRPr="00571D5B">
              <w:t>1.</w:t>
            </w:r>
            <w:r w:rsidR="008A535C">
              <w:t>3</w:t>
            </w:r>
            <w:r>
              <w:t xml:space="preserve"> </w:t>
            </w:r>
            <w:r w:rsidRPr="00571D5B">
              <w:t xml:space="preserve">Identify and evaluate competing products </w:t>
            </w:r>
            <w:r w:rsidR="0037736A">
              <w:t>and</w:t>
            </w:r>
            <w:r w:rsidR="0037736A" w:rsidRPr="00571D5B">
              <w:t xml:space="preserve"> </w:t>
            </w:r>
            <w:r w:rsidRPr="00571D5B">
              <w:t>determine strengths and weaknesses of own products</w:t>
            </w:r>
          </w:p>
          <w:p w14:paraId="496957DC" w14:textId="7A87CB47" w:rsidR="00AB1595" w:rsidRPr="00AB1595" w:rsidRDefault="00AB1595" w:rsidP="00AB1595">
            <w:pPr>
              <w:pStyle w:val="SIText"/>
            </w:pPr>
            <w:r w:rsidRPr="00571D5B">
              <w:t>1.</w:t>
            </w:r>
            <w:r w:rsidR="008A535C">
              <w:t>4</w:t>
            </w:r>
            <w:r>
              <w:t xml:space="preserve"> </w:t>
            </w:r>
            <w:r w:rsidRPr="00571D5B">
              <w:t>Monitor market environment to ensure information is current and reliable</w:t>
            </w:r>
          </w:p>
          <w:p w14:paraId="695C6E2F" w14:textId="609255B5" w:rsidR="00AB1595" w:rsidRPr="00AB1595" w:rsidRDefault="00AB1595" w:rsidP="00AB1595">
            <w:pPr>
              <w:pStyle w:val="SIText"/>
            </w:pPr>
            <w:r w:rsidRPr="00571D5B">
              <w:t>1.</w:t>
            </w:r>
            <w:r w:rsidR="008A535C">
              <w:t>5</w:t>
            </w:r>
            <w:r>
              <w:t xml:space="preserve"> </w:t>
            </w:r>
            <w:r w:rsidRPr="00571D5B">
              <w:t>Identify the legal, ethical and environmental constraints of the markets and their effect on the enterprise</w:t>
            </w:r>
          </w:p>
          <w:p w14:paraId="19FBE40F" w14:textId="31F68058" w:rsidR="00AB1595" w:rsidRPr="00AB1595" w:rsidRDefault="00AB1595" w:rsidP="00AB1595">
            <w:pPr>
              <w:pStyle w:val="SIText"/>
            </w:pPr>
            <w:r w:rsidRPr="00571D5B">
              <w:t>1.</w:t>
            </w:r>
            <w:r w:rsidR="008A535C">
              <w:t>6</w:t>
            </w:r>
            <w:r>
              <w:t xml:space="preserve"> </w:t>
            </w:r>
            <w:r w:rsidRPr="00571D5B">
              <w:t>Identify product specifications that suit market requirements and price advantage at the time</w:t>
            </w:r>
          </w:p>
          <w:p w14:paraId="6F68C4E6" w14:textId="05F95348" w:rsidR="00AB1595" w:rsidRPr="00AB1595" w:rsidRDefault="00AB1595" w:rsidP="00AB1595">
            <w:pPr>
              <w:pStyle w:val="SIText"/>
            </w:pPr>
            <w:r w:rsidRPr="00571D5B">
              <w:t>1.</w:t>
            </w:r>
            <w:r w:rsidR="008A535C">
              <w:t>7</w:t>
            </w:r>
            <w:r>
              <w:t xml:space="preserve"> </w:t>
            </w:r>
            <w:r w:rsidRPr="00571D5B">
              <w:t>Present clear and concise information to the enterprise management team</w:t>
            </w:r>
          </w:p>
        </w:tc>
      </w:tr>
      <w:tr w:rsidR="00AB1595" w:rsidRPr="00963A46" w14:paraId="2B755B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5B8AFC" w14:textId="3ABCAE73" w:rsidR="00AB1595" w:rsidRPr="00AB1595" w:rsidRDefault="00AB1595" w:rsidP="00AB1595">
            <w:pPr>
              <w:pStyle w:val="SIText"/>
            </w:pPr>
            <w:r>
              <w:t>2.</w:t>
            </w:r>
            <w:r w:rsidR="0037736A">
              <w:t xml:space="preserve"> </w:t>
            </w:r>
            <w:r w:rsidRPr="00AB1595">
              <w:t>Identify and evaluate factors to include in a marketing plan</w:t>
            </w:r>
          </w:p>
        </w:tc>
        <w:tc>
          <w:tcPr>
            <w:tcW w:w="3604" w:type="pct"/>
            <w:shd w:val="clear" w:color="auto" w:fill="auto"/>
          </w:tcPr>
          <w:p w14:paraId="16EFB0A1" w14:textId="77777777" w:rsidR="00AB1595" w:rsidRPr="00AB1595" w:rsidRDefault="00AB1595" w:rsidP="00AB1595">
            <w:pPr>
              <w:pStyle w:val="SIText"/>
            </w:pPr>
            <w:r w:rsidRPr="00571D5B">
              <w:t>2.1</w:t>
            </w:r>
            <w:r>
              <w:t xml:space="preserve"> </w:t>
            </w:r>
            <w:r w:rsidRPr="00571D5B">
              <w:t>Identify and evaluate production processes to ensure required product specifications are met</w:t>
            </w:r>
          </w:p>
          <w:p w14:paraId="0457C41E" w14:textId="77777777" w:rsidR="00AB1595" w:rsidRPr="00AB1595" w:rsidRDefault="00AB1595" w:rsidP="00AB1595">
            <w:pPr>
              <w:pStyle w:val="SIText"/>
            </w:pPr>
            <w:r w:rsidRPr="00571D5B">
              <w:t>2.2</w:t>
            </w:r>
            <w:r>
              <w:t xml:space="preserve"> </w:t>
            </w:r>
            <w:r w:rsidRPr="00571D5B">
              <w:t>Identify and assess alternative selling strategies and techniques to identify marketing targets and methods</w:t>
            </w:r>
          </w:p>
          <w:p w14:paraId="360B6C25" w14:textId="5A6BDAD5" w:rsidR="00AB1595" w:rsidRPr="00AB1595" w:rsidRDefault="00AB1595" w:rsidP="00AB1595">
            <w:pPr>
              <w:pStyle w:val="SIText"/>
            </w:pPr>
            <w:r w:rsidRPr="00571D5B">
              <w:t>2.3</w:t>
            </w:r>
            <w:r>
              <w:t xml:space="preserve"> </w:t>
            </w:r>
            <w:r w:rsidRPr="00571D5B">
              <w:t>Identify and assess distribution channels and their role in marketing strategies</w:t>
            </w:r>
          </w:p>
          <w:p w14:paraId="1C2AA7D5" w14:textId="3C478615" w:rsidR="00AB1595" w:rsidRPr="00AB1595" w:rsidRDefault="00AB1595" w:rsidP="00AB1595">
            <w:pPr>
              <w:pStyle w:val="SIText"/>
            </w:pPr>
            <w:r w:rsidRPr="00571D5B">
              <w:t>2.</w:t>
            </w:r>
            <w:r w:rsidR="0037736A">
              <w:t>4 Incorporate suitable advice</w:t>
            </w:r>
            <w:r w:rsidRPr="00571D5B">
              <w:t xml:space="preserve"> of marketing professionals </w:t>
            </w:r>
            <w:r w:rsidR="0037736A">
              <w:t>in marketing plan</w:t>
            </w:r>
          </w:p>
        </w:tc>
      </w:tr>
      <w:tr w:rsidR="00AB1595" w:rsidRPr="00963A46" w14:paraId="6704E2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3A0A3A" w14:textId="0906401C" w:rsidR="00AB1595" w:rsidRPr="00AB1595" w:rsidRDefault="00AB1595" w:rsidP="00AB1595">
            <w:pPr>
              <w:pStyle w:val="SIText"/>
            </w:pPr>
            <w:r>
              <w:lastRenderedPageBreak/>
              <w:t>3.</w:t>
            </w:r>
            <w:r w:rsidR="0037736A">
              <w:t xml:space="preserve"> </w:t>
            </w:r>
            <w:r w:rsidRPr="00AB1595">
              <w:t>Develop a marketing plan for products and services</w:t>
            </w:r>
          </w:p>
        </w:tc>
        <w:tc>
          <w:tcPr>
            <w:tcW w:w="3604" w:type="pct"/>
            <w:shd w:val="clear" w:color="auto" w:fill="auto"/>
          </w:tcPr>
          <w:p w14:paraId="5DA72F75" w14:textId="77777777" w:rsidR="00AB1595" w:rsidRPr="00AB1595" w:rsidRDefault="00AB1595" w:rsidP="00AB1595">
            <w:pPr>
              <w:pStyle w:val="SIText"/>
            </w:pPr>
            <w:r w:rsidRPr="00571D5B">
              <w:t>3.1</w:t>
            </w:r>
            <w:r>
              <w:t xml:space="preserve"> </w:t>
            </w:r>
            <w:r w:rsidRPr="00571D5B">
              <w:t>Establish marketing objectives based on current and potential product specifications</w:t>
            </w:r>
          </w:p>
          <w:p w14:paraId="71D473EB" w14:textId="1EEFB1AB" w:rsidR="00AB1595" w:rsidRPr="00AB1595" w:rsidRDefault="00AB1595" w:rsidP="00AB1595">
            <w:pPr>
              <w:pStyle w:val="SIText"/>
            </w:pPr>
            <w:r w:rsidRPr="00571D5B">
              <w:t>3.2</w:t>
            </w:r>
            <w:r>
              <w:t xml:space="preserve"> </w:t>
            </w:r>
            <w:r w:rsidR="0037736A">
              <w:t>Establish</w:t>
            </w:r>
            <w:r w:rsidR="0037736A" w:rsidRPr="00571D5B">
              <w:t xml:space="preserve"> </w:t>
            </w:r>
            <w:r w:rsidRPr="00571D5B">
              <w:t xml:space="preserve">appropriate production processes to ensure </w:t>
            </w:r>
            <w:r w:rsidRPr="00AB1595">
              <w:t>product specifications are met</w:t>
            </w:r>
          </w:p>
          <w:p w14:paraId="7E6FE518" w14:textId="77777777" w:rsidR="00AB1595" w:rsidRPr="00AB1595" w:rsidRDefault="00AB1595" w:rsidP="00AB1595">
            <w:pPr>
              <w:pStyle w:val="SIText"/>
            </w:pPr>
            <w:r w:rsidRPr="00571D5B">
              <w:t>3.3</w:t>
            </w:r>
            <w:r>
              <w:t xml:space="preserve"> </w:t>
            </w:r>
            <w:r w:rsidRPr="00571D5B">
              <w:t>Select selling strategies to ensure required prices are achieved</w:t>
            </w:r>
          </w:p>
          <w:p w14:paraId="25B4CB1F" w14:textId="6C7F9F05" w:rsidR="00AB1595" w:rsidRPr="00AB1595" w:rsidRDefault="00AB1595" w:rsidP="00AB1595">
            <w:pPr>
              <w:pStyle w:val="SIText"/>
            </w:pPr>
            <w:r w:rsidRPr="00571D5B">
              <w:t>3.4</w:t>
            </w:r>
            <w:r>
              <w:t xml:space="preserve"> </w:t>
            </w:r>
            <w:r w:rsidR="0037736A">
              <w:t>Determine</w:t>
            </w:r>
            <w:r w:rsidR="0037736A" w:rsidRPr="00571D5B">
              <w:t xml:space="preserve"> </w:t>
            </w:r>
            <w:r w:rsidRPr="00571D5B">
              <w:t>appropriate distribution channel options to ensure access to target markets is achieved efficiently and appropriately</w:t>
            </w:r>
          </w:p>
          <w:p w14:paraId="23E1326A" w14:textId="77777777" w:rsidR="00AB1595" w:rsidRPr="00AB1595" w:rsidRDefault="00AB1595" w:rsidP="00AB1595">
            <w:pPr>
              <w:pStyle w:val="SIText"/>
            </w:pPr>
            <w:r w:rsidRPr="00571D5B">
              <w:t>3.5</w:t>
            </w:r>
            <w:r>
              <w:t xml:space="preserve"> </w:t>
            </w:r>
            <w:r w:rsidRPr="00571D5B">
              <w:t>Establish time-frames for production, distribution and selling activities</w:t>
            </w:r>
          </w:p>
          <w:p w14:paraId="1157D14C" w14:textId="77777777" w:rsidR="00AB1595" w:rsidRPr="00AB1595" w:rsidRDefault="00AB1595" w:rsidP="00AB1595">
            <w:pPr>
              <w:pStyle w:val="SIText"/>
            </w:pPr>
            <w:r w:rsidRPr="00571D5B">
              <w:t>3.6</w:t>
            </w:r>
            <w:r>
              <w:t xml:space="preserve"> </w:t>
            </w:r>
            <w:r w:rsidRPr="00571D5B">
              <w:t>Develop a gross margin budget to demonstrate the cost effectiveness of the marketing plan</w:t>
            </w:r>
          </w:p>
          <w:p w14:paraId="37629D6D" w14:textId="770481F7" w:rsidR="00AB1595" w:rsidRDefault="00AB1595" w:rsidP="00AB1595">
            <w:pPr>
              <w:pStyle w:val="SIText"/>
            </w:pPr>
            <w:r w:rsidRPr="00571D5B">
              <w:t>3.7</w:t>
            </w:r>
            <w:r>
              <w:t xml:space="preserve"> </w:t>
            </w:r>
            <w:r w:rsidRPr="00571D5B">
              <w:t xml:space="preserve">Develop partial gross margin budgets to </w:t>
            </w:r>
            <w:r w:rsidR="0037736A">
              <w:t>accommodate</w:t>
            </w:r>
            <w:r w:rsidRPr="00571D5B">
              <w:t xml:space="preserve"> market variability</w:t>
            </w:r>
          </w:p>
          <w:p w14:paraId="7104FA57" w14:textId="4BBB469C" w:rsidR="0037736A" w:rsidRPr="00AB1595" w:rsidRDefault="0037736A" w:rsidP="00AB1595">
            <w:pPr>
              <w:pStyle w:val="SIText"/>
            </w:pPr>
            <w:r>
              <w:t>3.8 Compile and document the marketing plan</w:t>
            </w:r>
          </w:p>
        </w:tc>
      </w:tr>
      <w:tr w:rsidR="00AB1595" w:rsidRPr="00963A46" w14:paraId="741E34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713A5C" w14:textId="2566A521" w:rsidR="00AB1595" w:rsidRPr="00AB1595" w:rsidRDefault="00AB1595" w:rsidP="00AB1595">
            <w:pPr>
              <w:pStyle w:val="SIText"/>
            </w:pPr>
            <w:r>
              <w:t>4.</w:t>
            </w:r>
            <w:r w:rsidR="0037736A">
              <w:t xml:space="preserve"> </w:t>
            </w:r>
            <w:r w:rsidRPr="00AB1595">
              <w:t>Determine promotional strategies</w:t>
            </w:r>
          </w:p>
        </w:tc>
        <w:tc>
          <w:tcPr>
            <w:tcW w:w="3604" w:type="pct"/>
            <w:shd w:val="clear" w:color="auto" w:fill="auto"/>
          </w:tcPr>
          <w:p w14:paraId="2FD8C5AC" w14:textId="77777777" w:rsidR="00AB1595" w:rsidRPr="00AB1595" w:rsidRDefault="00AB1595" w:rsidP="00AB1595">
            <w:pPr>
              <w:pStyle w:val="SIText"/>
            </w:pPr>
            <w:r w:rsidRPr="00571D5B">
              <w:t>4.1</w:t>
            </w:r>
            <w:r>
              <w:t xml:space="preserve"> </w:t>
            </w:r>
            <w:r w:rsidRPr="00571D5B">
              <w:t>Prepare and record detailed plans for promotional activities</w:t>
            </w:r>
          </w:p>
          <w:p w14:paraId="2A2420B1" w14:textId="77777777" w:rsidR="00AB1595" w:rsidRPr="00AB1595" w:rsidRDefault="00AB1595" w:rsidP="00AB1595">
            <w:pPr>
              <w:pStyle w:val="SIText"/>
            </w:pPr>
            <w:r w:rsidRPr="00571D5B">
              <w:t>4.2</w:t>
            </w:r>
            <w:r>
              <w:t xml:space="preserve"> </w:t>
            </w:r>
            <w:r w:rsidRPr="00571D5B">
              <w:t>Outline objectives, level of exposure and available markets</w:t>
            </w:r>
          </w:p>
          <w:p w14:paraId="4706EB89" w14:textId="77777777" w:rsidR="00AB1595" w:rsidRPr="00AB1595" w:rsidRDefault="00AB1595" w:rsidP="00AB1595">
            <w:pPr>
              <w:pStyle w:val="SIText"/>
            </w:pPr>
            <w:r w:rsidRPr="00571D5B">
              <w:t>4.3</w:t>
            </w:r>
            <w:r>
              <w:t xml:space="preserve"> </w:t>
            </w:r>
            <w:r w:rsidRPr="00571D5B">
              <w:t>Ensure strategies take account of time management and scheduling issues, and resource constraints</w:t>
            </w:r>
          </w:p>
          <w:p w14:paraId="6F86BA50" w14:textId="77777777" w:rsidR="00AB1595" w:rsidRPr="00AB1595" w:rsidRDefault="00AB1595" w:rsidP="00AB1595">
            <w:pPr>
              <w:pStyle w:val="SIText"/>
            </w:pPr>
            <w:r w:rsidRPr="00571D5B">
              <w:t>4.4</w:t>
            </w:r>
            <w:r>
              <w:t xml:space="preserve"> </w:t>
            </w:r>
            <w:r w:rsidRPr="00571D5B">
              <w:t>Create promotional materials that enhance the product and commercial presentation</w:t>
            </w:r>
          </w:p>
          <w:p w14:paraId="1EA67D36" w14:textId="77777777" w:rsidR="00AB1595" w:rsidRPr="00AB1595" w:rsidRDefault="00AB1595" w:rsidP="00AB1595">
            <w:pPr>
              <w:pStyle w:val="SIText"/>
            </w:pPr>
            <w:r w:rsidRPr="00571D5B">
              <w:t>4.5</w:t>
            </w:r>
            <w:r>
              <w:t xml:space="preserve"> </w:t>
            </w:r>
            <w:r w:rsidRPr="00571D5B">
              <w:t>Record and communicate priorities, responsibilities, timelines and budgets for promotional activities</w:t>
            </w:r>
          </w:p>
        </w:tc>
      </w:tr>
      <w:tr w:rsidR="00AB1595" w:rsidRPr="00963A46" w14:paraId="23794E9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D84D5B" w14:textId="77777777" w:rsidR="00AB1595" w:rsidRPr="00AB1595" w:rsidRDefault="00AB1595" w:rsidP="00AB1595">
            <w:pPr>
              <w:pStyle w:val="SIText"/>
            </w:pPr>
            <w:r>
              <w:t>5.I</w:t>
            </w:r>
            <w:r w:rsidRPr="00AB1595">
              <w:t>mplement marketing activities</w:t>
            </w:r>
          </w:p>
        </w:tc>
        <w:tc>
          <w:tcPr>
            <w:tcW w:w="3604" w:type="pct"/>
            <w:shd w:val="clear" w:color="auto" w:fill="auto"/>
          </w:tcPr>
          <w:p w14:paraId="161C7AFF" w14:textId="77777777" w:rsidR="00AB1595" w:rsidRPr="00AB1595" w:rsidRDefault="00AB1595" w:rsidP="00AB1595">
            <w:pPr>
              <w:pStyle w:val="SIText"/>
            </w:pPr>
            <w:r w:rsidRPr="00571D5B">
              <w:t>5.1</w:t>
            </w:r>
            <w:r>
              <w:t xml:space="preserve"> </w:t>
            </w:r>
            <w:r w:rsidRPr="00571D5B">
              <w:t>Schedule planned marketing activities within appropriate timeframes</w:t>
            </w:r>
          </w:p>
          <w:p w14:paraId="5DA7416E" w14:textId="77777777" w:rsidR="00AB1595" w:rsidRPr="00AB1595" w:rsidRDefault="00AB1595" w:rsidP="00AB1595">
            <w:pPr>
              <w:pStyle w:val="SIText"/>
            </w:pPr>
            <w:r w:rsidRPr="00571D5B">
              <w:t>5.2</w:t>
            </w:r>
            <w:r>
              <w:t xml:space="preserve"> </w:t>
            </w:r>
            <w:r w:rsidRPr="00571D5B">
              <w:t>Develop measurable performance targets that meet business plan objectives</w:t>
            </w:r>
          </w:p>
          <w:p w14:paraId="74860D06" w14:textId="77777777" w:rsidR="00AB1595" w:rsidRPr="00AB1595" w:rsidRDefault="00AB1595" w:rsidP="00AB1595">
            <w:pPr>
              <w:pStyle w:val="SIText"/>
            </w:pPr>
            <w:r w:rsidRPr="00571D5B">
              <w:t>5.3</w:t>
            </w:r>
            <w:r>
              <w:t xml:space="preserve"> </w:t>
            </w:r>
            <w:r w:rsidRPr="00571D5B">
              <w:t>Organise distribution channels and ensure product and service information is accurate and readily available to clients</w:t>
            </w:r>
          </w:p>
          <w:p w14:paraId="55AE86E1" w14:textId="77777777" w:rsidR="00AB1595" w:rsidRPr="00AB1595" w:rsidRDefault="00AB1595" w:rsidP="00AB1595">
            <w:pPr>
              <w:pStyle w:val="SIText"/>
            </w:pPr>
            <w:r w:rsidRPr="00571D5B">
              <w:t>5.4</w:t>
            </w:r>
            <w:r>
              <w:t xml:space="preserve"> </w:t>
            </w:r>
            <w:r w:rsidRPr="00571D5B">
              <w:t xml:space="preserve">Implement marketing activities </w:t>
            </w:r>
            <w:r w:rsidRPr="00AB1595">
              <w:t>within budgetary constraints to meet legal, ethical and enterprise requirements</w:t>
            </w:r>
          </w:p>
        </w:tc>
      </w:tr>
      <w:tr w:rsidR="00AB1595" w:rsidRPr="00963A46" w14:paraId="566100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C7C892" w14:textId="6DD9A6F2" w:rsidR="00AB1595" w:rsidRPr="00AB1595" w:rsidRDefault="00AB1595" w:rsidP="00AB1595">
            <w:pPr>
              <w:pStyle w:val="SIText"/>
            </w:pPr>
            <w:r>
              <w:t>6.</w:t>
            </w:r>
            <w:r w:rsidR="0037736A">
              <w:t xml:space="preserve"> </w:t>
            </w:r>
            <w:r w:rsidRPr="00AB1595">
              <w:t>Evaluate marketing performance</w:t>
            </w:r>
          </w:p>
        </w:tc>
        <w:tc>
          <w:tcPr>
            <w:tcW w:w="3604" w:type="pct"/>
            <w:shd w:val="clear" w:color="auto" w:fill="auto"/>
          </w:tcPr>
          <w:p w14:paraId="2E667636" w14:textId="77777777" w:rsidR="00AB1595" w:rsidRPr="00AB1595" w:rsidRDefault="00AB1595" w:rsidP="00AB1595">
            <w:pPr>
              <w:pStyle w:val="SIText"/>
            </w:pPr>
            <w:r w:rsidRPr="00571D5B">
              <w:t>6.1</w:t>
            </w:r>
            <w:r>
              <w:t xml:space="preserve"> </w:t>
            </w:r>
            <w:r w:rsidRPr="00571D5B">
              <w:t>Review the established marketing objectives to ensure they remain viable</w:t>
            </w:r>
          </w:p>
          <w:p w14:paraId="2BD1C21F" w14:textId="6EFE3246" w:rsidR="00AB1595" w:rsidRPr="00AB1595" w:rsidRDefault="00AB1595" w:rsidP="00AB1595">
            <w:pPr>
              <w:pStyle w:val="SIText"/>
            </w:pPr>
            <w:r w:rsidRPr="00571D5B">
              <w:t>6.2</w:t>
            </w:r>
            <w:r>
              <w:t xml:space="preserve"> </w:t>
            </w:r>
            <w:r w:rsidRPr="00571D5B">
              <w:t xml:space="preserve">Make an objective assessment of the marketing plan and its implementation by </w:t>
            </w:r>
            <w:r w:rsidR="00D31F63">
              <w:t xml:space="preserve">comparing current </w:t>
            </w:r>
            <w:r w:rsidR="00803F3B">
              <w:t>activity</w:t>
            </w:r>
            <w:r w:rsidRPr="00571D5B">
              <w:t xml:space="preserve"> against the established objectives</w:t>
            </w:r>
          </w:p>
          <w:p w14:paraId="2910E433" w14:textId="77777777" w:rsidR="00AB1595" w:rsidRPr="00AB1595" w:rsidRDefault="00AB1595" w:rsidP="00AB1595">
            <w:pPr>
              <w:pStyle w:val="SIText"/>
            </w:pPr>
            <w:r w:rsidRPr="00571D5B">
              <w:t>6.3</w:t>
            </w:r>
            <w:r>
              <w:t xml:space="preserve"> </w:t>
            </w:r>
            <w:r w:rsidRPr="00571D5B">
              <w:t>Assess product, pricing and distribution policies in relation to market changes, marketing objectives and enterprise requirements</w:t>
            </w:r>
          </w:p>
          <w:p w14:paraId="080F3034" w14:textId="28DB99A0" w:rsidR="00AB1595" w:rsidRPr="00AB1595" w:rsidRDefault="00AB1595" w:rsidP="00AB1595">
            <w:pPr>
              <w:pStyle w:val="SIText"/>
            </w:pPr>
            <w:r w:rsidRPr="00571D5B">
              <w:t>6.4</w:t>
            </w:r>
            <w:r>
              <w:t xml:space="preserve"> </w:t>
            </w:r>
            <w:r w:rsidRPr="00571D5B">
              <w:t xml:space="preserve">Identify areas of positive marketing performance and take corrective action to remedy poor marketing performance </w:t>
            </w:r>
          </w:p>
          <w:p w14:paraId="49B8ECCB" w14:textId="77777777" w:rsidR="00AB1595" w:rsidRPr="00AB1595" w:rsidRDefault="00AB1595" w:rsidP="00AB1595">
            <w:pPr>
              <w:pStyle w:val="SIText"/>
            </w:pPr>
            <w:r w:rsidRPr="00571D5B">
              <w:t>6.5</w:t>
            </w:r>
            <w:r>
              <w:t xml:space="preserve"> </w:t>
            </w:r>
            <w:r w:rsidRPr="00571D5B">
              <w:t>Document and distribute information for continual analysis and effective planning management</w:t>
            </w:r>
          </w:p>
        </w:tc>
      </w:tr>
    </w:tbl>
    <w:p w14:paraId="625E6AF9" w14:textId="77777777" w:rsidR="005F771F" w:rsidRDefault="005F771F" w:rsidP="005F771F">
      <w:pPr>
        <w:pStyle w:val="SIText"/>
      </w:pPr>
    </w:p>
    <w:p w14:paraId="5B3ABF2D" w14:textId="77777777" w:rsidR="005F771F" w:rsidRPr="000754EC" w:rsidRDefault="005F771F" w:rsidP="000754EC">
      <w:r>
        <w:br w:type="page"/>
      </w:r>
    </w:p>
    <w:p w14:paraId="77C510B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C646D9B" w14:textId="77777777" w:rsidTr="00CA2922">
        <w:trPr>
          <w:tblHeader/>
        </w:trPr>
        <w:tc>
          <w:tcPr>
            <w:tcW w:w="5000" w:type="pct"/>
            <w:gridSpan w:val="2"/>
          </w:tcPr>
          <w:p w14:paraId="5E1E2CF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6B0EC4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FAD3A2" w14:textId="77777777" w:rsidTr="00CA2922">
        <w:trPr>
          <w:tblHeader/>
        </w:trPr>
        <w:tc>
          <w:tcPr>
            <w:tcW w:w="1396" w:type="pct"/>
          </w:tcPr>
          <w:p w14:paraId="03CD8DA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FC112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41CE5E" w14:textId="77777777" w:rsidTr="00CA2922">
        <w:tc>
          <w:tcPr>
            <w:tcW w:w="1396" w:type="pct"/>
          </w:tcPr>
          <w:p w14:paraId="2D95B842" w14:textId="373C9E7E" w:rsidR="00F1480E" w:rsidRPr="000754EC" w:rsidRDefault="00A17FB5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3CA7D9D" w14:textId="15A31FCF" w:rsidR="00F1480E" w:rsidRPr="000754EC" w:rsidRDefault="00A17FB5" w:rsidP="00DD0726">
            <w:pPr>
              <w:pStyle w:val="SIBulletList1"/>
            </w:pPr>
            <w:r>
              <w:t>Analyse past financial trends and forecast future trends</w:t>
            </w:r>
          </w:p>
        </w:tc>
      </w:tr>
      <w:tr w:rsidR="00A17FB5" w:rsidRPr="00336FCA" w:rsidDel="00423CB2" w14:paraId="7937D691" w14:textId="77777777" w:rsidTr="00CA2922">
        <w:tc>
          <w:tcPr>
            <w:tcW w:w="1396" w:type="pct"/>
          </w:tcPr>
          <w:p w14:paraId="232A64B8" w14:textId="288BF59B" w:rsidR="00A17FB5" w:rsidRDefault="00A17FB5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C66A795" w14:textId="44A7A42A" w:rsidR="00A17FB5" w:rsidRDefault="00A17FB5" w:rsidP="00DD0726">
            <w:pPr>
              <w:pStyle w:val="SIBulletList1"/>
            </w:pPr>
            <w:r>
              <w:t>Problem solve issues as they arise</w:t>
            </w:r>
          </w:p>
        </w:tc>
      </w:tr>
    </w:tbl>
    <w:p w14:paraId="4CEF3B89" w14:textId="77777777" w:rsidR="00916CD7" w:rsidRDefault="00916CD7" w:rsidP="005F771F">
      <w:pPr>
        <w:pStyle w:val="SIText"/>
      </w:pPr>
    </w:p>
    <w:p w14:paraId="10CBD914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C273474" w14:textId="77777777" w:rsidTr="00F33FF2">
        <w:tc>
          <w:tcPr>
            <w:tcW w:w="5000" w:type="pct"/>
            <w:gridSpan w:val="4"/>
          </w:tcPr>
          <w:p w14:paraId="3BB224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A25ABAE" w14:textId="77777777" w:rsidTr="00F33FF2">
        <w:tc>
          <w:tcPr>
            <w:tcW w:w="1028" w:type="pct"/>
          </w:tcPr>
          <w:p w14:paraId="47140C8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30537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3FF6C6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ED7EC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B1595" w14:paraId="6F41CD23" w14:textId="77777777" w:rsidTr="00F33FF2">
        <w:tc>
          <w:tcPr>
            <w:tcW w:w="1028" w:type="pct"/>
          </w:tcPr>
          <w:p w14:paraId="6237F0B3" w14:textId="4F93D7A3" w:rsidR="006358E3" w:rsidRPr="00AB1595" w:rsidRDefault="00AB1595" w:rsidP="007F7BFE">
            <w:pPr>
              <w:pStyle w:val="SIText"/>
            </w:pPr>
            <w:r>
              <w:t>AHCBUS5</w:t>
            </w:r>
            <w:r w:rsidR="0097685F">
              <w:t>13</w:t>
            </w:r>
            <w:r w:rsidR="0037736A">
              <w:t xml:space="preserve"> </w:t>
            </w:r>
            <w:r w:rsidRPr="00AB1595">
              <w:t xml:space="preserve">Market products and services </w:t>
            </w:r>
          </w:p>
        </w:tc>
        <w:tc>
          <w:tcPr>
            <w:tcW w:w="1105" w:type="pct"/>
          </w:tcPr>
          <w:p w14:paraId="1719EF9A" w14:textId="47AE91FC" w:rsidR="006358E3" w:rsidRPr="00AB1595" w:rsidRDefault="0037736A" w:rsidP="007F7BFE">
            <w:pPr>
              <w:pStyle w:val="SIText"/>
            </w:pPr>
            <w:r w:rsidRPr="0037736A">
              <w:t>AHCBUS5</w:t>
            </w:r>
            <w:r w:rsidR="0097685F">
              <w:t>02</w:t>
            </w:r>
            <w:r w:rsidRPr="0037736A">
              <w:t xml:space="preserve"> Market products and services </w:t>
            </w:r>
          </w:p>
        </w:tc>
        <w:tc>
          <w:tcPr>
            <w:tcW w:w="1251" w:type="pct"/>
          </w:tcPr>
          <w:p w14:paraId="469E7080" w14:textId="77777777" w:rsidR="007F7BFE" w:rsidRDefault="0037736A" w:rsidP="00AB1595">
            <w:pPr>
              <w:pStyle w:val="SIText"/>
            </w:pPr>
            <w:r w:rsidRPr="0037736A">
              <w:t xml:space="preserve">Performance criteria clarified. </w:t>
            </w:r>
          </w:p>
          <w:p w14:paraId="30F1B691" w14:textId="77777777" w:rsidR="007F7BFE" w:rsidRDefault="0037736A" w:rsidP="00AB1595">
            <w:pPr>
              <w:pStyle w:val="SIText"/>
            </w:pPr>
            <w:r w:rsidRPr="0037736A">
              <w:t xml:space="preserve">Foundation skills added. </w:t>
            </w:r>
          </w:p>
          <w:p w14:paraId="5909A1FD" w14:textId="474EB139" w:rsidR="00AB1595" w:rsidRPr="000754EC" w:rsidRDefault="0037736A" w:rsidP="00AB1595">
            <w:pPr>
              <w:pStyle w:val="SIText"/>
            </w:pPr>
            <w:r w:rsidRPr="0037736A">
              <w:t>Assessment requirements updated.</w:t>
            </w:r>
          </w:p>
        </w:tc>
        <w:tc>
          <w:tcPr>
            <w:tcW w:w="1616" w:type="pct"/>
          </w:tcPr>
          <w:p w14:paraId="619845D8" w14:textId="77777777" w:rsidR="00AB1595" w:rsidRPr="00AB1595" w:rsidRDefault="00AB1595" w:rsidP="00AB1595">
            <w:pPr>
              <w:pStyle w:val="SIText"/>
            </w:pPr>
            <w:r w:rsidRPr="000754EC">
              <w:t xml:space="preserve">Equivalent unit </w:t>
            </w:r>
          </w:p>
          <w:p w14:paraId="29BC4EA1" w14:textId="77777777" w:rsidR="00AB1595" w:rsidRPr="000754EC" w:rsidRDefault="00AB1595" w:rsidP="00AB1595">
            <w:pPr>
              <w:pStyle w:val="SIText"/>
            </w:pPr>
          </w:p>
          <w:p w14:paraId="38214431" w14:textId="77777777" w:rsidR="00AB1595" w:rsidRPr="00AB1595" w:rsidRDefault="00AB1595" w:rsidP="00AB1595">
            <w:pPr>
              <w:pStyle w:val="SIText"/>
            </w:pPr>
          </w:p>
        </w:tc>
      </w:tr>
    </w:tbl>
    <w:p w14:paraId="4A67A0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5D915D1" w14:textId="77777777" w:rsidTr="00CA2922">
        <w:tc>
          <w:tcPr>
            <w:tcW w:w="1396" w:type="pct"/>
            <w:shd w:val="clear" w:color="auto" w:fill="auto"/>
          </w:tcPr>
          <w:p w14:paraId="0486AC7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3455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426D7A2" w14:textId="77777777" w:rsidR="00F1480E" w:rsidRDefault="00F1480E" w:rsidP="005F771F">
      <w:pPr>
        <w:pStyle w:val="SIText"/>
      </w:pPr>
    </w:p>
    <w:p w14:paraId="612B1A1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BFE533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D9600E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EADC8D5" w14:textId="15E2A9AF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AB1595" w:rsidRPr="00AB1595">
              <w:t>AHCBUS5</w:t>
            </w:r>
            <w:r w:rsidR="007F7BFE">
              <w:t>13</w:t>
            </w:r>
            <w:r w:rsidR="00AB1595" w:rsidRPr="00AB1595">
              <w:t xml:space="preserve"> Market products and services</w:t>
            </w:r>
          </w:p>
        </w:tc>
      </w:tr>
      <w:tr w:rsidR="00556C4C" w:rsidRPr="00A55106" w14:paraId="62911DC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CB5BE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CF51FA1" w14:textId="77777777" w:rsidTr="00113678">
        <w:tc>
          <w:tcPr>
            <w:tcW w:w="5000" w:type="pct"/>
            <w:gridSpan w:val="2"/>
            <w:shd w:val="clear" w:color="auto" w:fill="auto"/>
          </w:tcPr>
          <w:p w14:paraId="7FF9145F" w14:textId="28BD5C21" w:rsidR="00AB1595" w:rsidRDefault="0037736A" w:rsidP="00AB1595">
            <w:pPr>
              <w:pStyle w:val="SIText"/>
            </w:pPr>
            <w:r w:rsidRPr="0037736A">
              <w:t xml:space="preserve">An individual demonstrating competency must satisfy all of the elements and performance criteria in this unit. There must be evidence that the individual has </w:t>
            </w:r>
            <w:r w:rsidR="00803F3B">
              <w:t>marketed at least one product or service, including:</w:t>
            </w:r>
          </w:p>
          <w:p w14:paraId="4960BD31" w14:textId="6ADF21CC" w:rsidR="00AB1595" w:rsidRPr="00AB1595" w:rsidRDefault="00AB1595" w:rsidP="00AB1595">
            <w:pPr>
              <w:pStyle w:val="SIBulletList1"/>
            </w:pPr>
            <w:r w:rsidRPr="00AB3488">
              <w:t>collect</w:t>
            </w:r>
            <w:r w:rsidR="00803F3B">
              <w:t>ed</w:t>
            </w:r>
            <w:r w:rsidRPr="00AB3488">
              <w:t>, analyse</w:t>
            </w:r>
            <w:r w:rsidR="00803F3B">
              <w:t>d</w:t>
            </w:r>
            <w:r w:rsidRPr="00AB3488">
              <w:t xml:space="preserve"> and present</w:t>
            </w:r>
            <w:r w:rsidR="00803F3B">
              <w:t>ed</w:t>
            </w:r>
            <w:r w:rsidRPr="00AB3488">
              <w:t xml:space="preserve"> data </w:t>
            </w:r>
            <w:r w:rsidR="00803F3B">
              <w:t xml:space="preserve">about the product or service, </w:t>
            </w:r>
            <w:r w:rsidRPr="00AB3488">
              <w:t xml:space="preserve">in </w:t>
            </w:r>
            <w:r w:rsidRPr="00AB1595">
              <w:t>the internal and external business environment</w:t>
            </w:r>
          </w:p>
          <w:p w14:paraId="1F46E68E" w14:textId="4C387B52" w:rsidR="00AB1595" w:rsidRPr="00AB1595" w:rsidRDefault="00803F3B" w:rsidP="00AB1595">
            <w:pPr>
              <w:pStyle w:val="SIBulletList1"/>
            </w:pPr>
            <w:r w:rsidRPr="00AB3488">
              <w:t>identif</w:t>
            </w:r>
            <w:r>
              <w:t>ied</w:t>
            </w:r>
            <w:r w:rsidRPr="00AB3488">
              <w:t xml:space="preserve"> </w:t>
            </w:r>
            <w:r w:rsidR="00AB1595" w:rsidRPr="00AB3488">
              <w:t xml:space="preserve">the marketable features of the product </w:t>
            </w:r>
            <w:r>
              <w:t xml:space="preserve">or service </w:t>
            </w:r>
            <w:r w:rsidR="00AB1595" w:rsidRPr="00AB3488">
              <w:t>and potential markets</w:t>
            </w:r>
          </w:p>
          <w:p w14:paraId="7E07A2AF" w14:textId="3B58432D" w:rsidR="00AB1595" w:rsidRPr="00AB1595" w:rsidRDefault="00AB1595" w:rsidP="00AB1595">
            <w:pPr>
              <w:pStyle w:val="SIBulletList1"/>
            </w:pPr>
            <w:r w:rsidRPr="00AB3488">
              <w:t>assess</w:t>
            </w:r>
            <w:r w:rsidR="00803F3B">
              <w:t>ed</w:t>
            </w:r>
            <w:r w:rsidRPr="00AB3488">
              <w:t xml:space="preserve"> alternative marketing strategies and techniques to meet business plan objectives</w:t>
            </w:r>
          </w:p>
          <w:p w14:paraId="05F91042" w14:textId="4415E3A6" w:rsidR="00AB1595" w:rsidRPr="00AB1595" w:rsidRDefault="00AB1595" w:rsidP="00AB1595">
            <w:pPr>
              <w:pStyle w:val="SIBulletList1"/>
            </w:pPr>
            <w:r w:rsidRPr="00AB3488">
              <w:t>evaluate</w:t>
            </w:r>
            <w:r w:rsidR="00803F3B">
              <w:t>d</w:t>
            </w:r>
            <w:r w:rsidRPr="00AB3488">
              <w:t xml:space="preserve"> performance targets and recommend modifications or improvements</w:t>
            </w:r>
          </w:p>
          <w:p w14:paraId="3EF1710B" w14:textId="7D9AB650" w:rsidR="00AB1595" w:rsidRPr="00AB1595" w:rsidRDefault="00AB1595" w:rsidP="00AB1595">
            <w:pPr>
              <w:pStyle w:val="SIBulletList1"/>
            </w:pPr>
            <w:r w:rsidRPr="00AB3488">
              <w:t>implement</w:t>
            </w:r>
            <w:r w:rsidR="00803F3B">
              <w:t>ed</w:t>
            </w:r>
            <w:r w:rsidRPr="00AB3488">
              <w:t xml:space="preserve"> and evaluate</w:t>
            </w:r>
            <w:r w:rsidR="00803F3B">
              <w:t>d</w:t>
            </w:r>
            <w:r w:rsidRPr="00AB3488">
              <w:t xml:space="preserve"> </w:t>
            </w:r>
            <w:r w:rsidR="00803F3B">
              <w:t>the</w:t>
            </w:r>
            <w:r w:rsidR="00803F3B" w:rsidRPr="00AB3488">
              <w:t xml:space="preserve"> </w:t>
            </w:r>
            <w:r w:rsidRPr="00AB3488">
              <w:t>marketing strategy</w:t>
            </w:r>
          </w:p>
          <w:p w14:paraId="4F8A8E42" w14:textId="33510D67" w:rsidR="00AB1595" w:rsidRPr="00AB1595" w:rsidRDefault="00AB1595" w:rsidP="00AB1595">
            <w:pPr>
              <w:pStyle w:val="SIBulletList1"/>
            </w:pPr>
            <w:r w:rsidRPr="00AB3488">
              <w:t>plan</w:t>
            </w:r>
            <w:r w:rsidR="00803F3B">
              <w:t>ned</w:t>
            </w:r>
            <w:r w:rsidRPr="00AB3488">
              <w:t xml:space="preserve"> promotional activities </w:t>
            </w:r>
          </w:p>
          <w:p w14:paraId="047AFAD3" w14:textId="5782C232" w:rsidR="00556C4C" w:rsidRPr="000754EC" w:rsidRDefault="00AB1595" w:rsidP="00AB1595">
            <w:pPr>
              <w:pStyle w:val="SIBulletList1"/>
            </w:pPr>
            <w:r w:rsidRPr="00AB3488">
              <w:t>monitor</w:t>
            </w:r>
            <w:r w:rsidR="00803F3B">
              <w:t>ed</w:t>
            </w:r>
            <w:r w:rsidRPr="00AB3488">
              <w:t xml:space="preserve"> pricing and distribution policies to improve market performance.</w:t>
            </w:r>
          </w:p>
        </w:tc>
      </w:tr>
    </w:tbl>
    <w:p w14:paraId="62CB5F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86ABD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18767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879CFB" w14:textId="77777777" w:rsidTr="00CA2922">
        <w:tc>
          <w:tcPr>
            <w:tcW w:w="5000" w:type="pct"/>
            <w:shd w:val="clear" w:color="auto" w:fill="auto"/>
          </w:tcPr>
          <w:p w14:paraId="3C549EC1" w14:textId="7C4E0503" w:rsidR="0037736A" w:rsidRDefault="0037736A" w:rsidP="000B1C4F">
            <w:pPr>
              <w:pStyle w:val="SIText"/>
            </w:pPr>
            <w:r w:rsidRPr="0037736A">
              <w:t>An individual must be able to demonstrate the knowledge required to perform the tasks outlined in the elements and performance criteria of this unit. This includes knowledge of:</w:t>
            </w:r>
          </w:p>
          <w:p w14:paraId="7D0FDF6B" w14:textId="697A269C" w:rsidR="00803F3B" w:rsidRDefault="00803F3B" w:rsidP="00AB1595">
            <w:pPr>
              <w:pStyle w:val="SIBulletList1"/>
            </w:pPr>
            <w:r>
              <w:t>markets specific to the product or service, such as wholesalers; retailers; exporters; local, national and/or international customers</w:t>
            </w:r>
          </w:p>
          <w:p w14:paraId="07DC2CC3" w14:textId="168EC2A4" w:rsidR="00D31F63" w:rsidRPr="00D31F63" w:rsidRDefault="00D31F63" w:rsidP="00D31F63">
            <w:pPr>
              <w:pStyle w:val="SIBulletList1"/>
            </w:pPr>
            <w:r w:rsidRPr="00D31F63">
              <w:t>sales networks and distribution systems, customer trends and preferences</w:t>
            </w:r>
            <w:r>
              <w:t>, relevant to product or service</w:t>
            </w:r>
          </w:p>
          <w:p w14:paraId="10E59594" w14:textId="79516393" w:rsidR="00AB1595" w:rsidRPr="00AB1595" w:rsidRDefault="00AB1595" w:rsidP="00AB1595">
            <w:pPr>
              <w:pStyle w:val="SIBulletList1"/>
            </w:pPr>
            <w:r w:rsidRPr="00AB3488">
              <w:t>financial management and budgeting</w:t>
            </w:r>
            <w:r w:rsidR="00D31F63">
              <w:t xml:space="preserve"> practices</w:t>
            </w:r>
          </w:p>
          <w:p w14:paraId="52A804F0" w14:textId="77777777" w:rsidR="00AB1595" w:rsidRPr="00AB1595" w:rsidRDefault="00AB1595" w:rsidP="00AB1595">
            <w:pPr>
              <w:pStyle w:val="SIBulletList1"/>
            </w:pPr>
            <w:r w:rsidRPr="00AB3488">
              <w:t>price risk management</w:t>
            </w:r>
          </w:p>
          <w:p w14:paraId="12D2518B" w14:textId="488CC10C" w:rsidR="00AB1595" w:rsidRPr="00AB1595" w:rsidRDefault="00AB1595" w:rsidP="00AB1595">
            <w:pPr>
              <w:pStyle w:val="SIBulletList1"/>
            </w:pPr>
            <w:r w:rsidRPr="00AB3488">
              <w:t>performance evaluation measures</w:t>
            </w:r>
            <w:r w:rsidR="00D31F63">
              <w:t xml:space="preserve"> for relevant product or service</w:t>
            </w:r>
          </w:p>
          <w:p w14:paraId="298EF99E" w14:textId="0E281733" w:rsidR="00AB1595" w:rsidRPr="00AB1595" w:rsidRDefault="00AB1595" w:rsidP="00AB1595">
            <w:pPr>
              <w:pStyle w:val="SIBulletList1"/>
            </w:pPr>
            <w:r w:rsidRPr="00AB3488">
              <w:t>competitors</w:t>
            </w:r>
            <w:r w:rsidR="00803F3B">
              <w:t>'</w:t>
            </w:r>
            <w:r w:rsidRPr="00AB3488">
              <w:t xml:space="preserve"> strengths and weaknesses</w:t>
            </w:r>
          </w:p>
          <w:p w14:paraId="59C35E99" w14:textId="77777777" w:rsidR="00AB1595" w:rsidRPr="00AB1595" w:rsidRDefault="00AB1595" w:rsidP="00AB1595">
            <w:pPr>
              <w:pStyle w:val="SIBulletList1"/>
            </w:pPr>
            <w:r w:rsidRPr="00AB3488">
              <w:t>customer relations policies</w:t>
            </w:r>
          </w:p>
          <w:p w14:paraId="213185BC" w14:textId="77777777" w:rsidR="00AB1595" w:rsidRPr="00AB1595" w:rsidRDefault="00AB1595" w:rsidP="00AB1595">
            <w:pPr>
              <w:pStyle w:val="SIBulletList1"/>
            </w:pPr>
            <w:r w:rsidRPr="00AB3488">
              <w:t>enterprise goals, objectives and directions</w:t>
            </w:r>
          </w:p>
          <w:p w14:paraId="722FD56E" w14:textId="77777777" w:rsidR="00AB1595" w:rsidRPr="00AB1595" w:rsidRDefault="00AB1595" w:rsidP="00AB1595">
            <w:pPr>
              <w:pStyle w:val="SIBulletList1"/>
            </w:pPr>
            <w:r w:rsidRPr="00AB3488">
              <w:t>sales and marketing principles and practices</w:t>
            </w:r>
          </w:p>
          <w:p w14:paraId="301BD765" w14:textId="77777777" w:rsidR="00AB1595" w:rsidRPr="00AB1595" w:rsidRDefault="00AB1595" w:rsidP="00AB1595">
            <w:pPr>
              <w:pStyle w:val="SIBulletList1"/>
            </w:pPr>
            <w:r w:rsidRPr="00AB3488">
              <w:t>principles of trend analysis</w:t>
            </w:r>
          </w:p>
          <w:p w14:paraId="3723100A" w14:textId="1D41DD49" w:rsidR="00AB1595" w:rsidRPr="00AB1595" w:rsidRDefault="00AB1595" w:rsidP="00AB1595">
            <w:pPr>
              <w:pStyle w:val="SIBulletList1"/>
            </w:pPr>
            <w:r w:rsidRPr="00AB3488">
              <w:t xml:space="preserve">legal issues that </w:t>
            </w:r>
            <w:r w:rsidR="005B5C23">
              <w:t>a</w:t>
            </w:r>
            <w:r w:rsidR="005B5C23" w:rsidRPr="00AB3488">
              <w:t>ffect</w:t>
            </w:r>
            <w:r w:rsidRPr="00AB3488">
              <w:t xml:space="preserve"> marketing activities (trade practices, Fair Trading Acts, Sales of Goods Acts)</w:t>
            </w:r>
          </w:p>
          <w:p w14:paraId="2BB81197" w14:textId="77777777" w:rsidR="00F1480E" w:rsidRPr="000754EC" w:rsidRDefault="00AB1595" w:rsidP="00AB1595">
            <w:pPr>
              <w:pStyle w:val="SIBulletList1"/>
            </w:pPr>
            <w:r w:rsidRPr="00AB3488">
              <w:t>demographic studies and their application in the development of a marketing plan.</w:t>
            </w:r>
          </w:p>
        </w:tc>
      </w:tr>
    </w:tbl>
    <w:p w14:paraId="209E1B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EBC51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9E7B4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5B9535" w14:textId="77777777" w:rsidTr="00CA2922">
        <w:tc>
          <w:tcPr>
            <w:tcW w:w="5000" w:type="pct"/>
            <w:shd w:val="clear" w:color="auto" w:fill="auto"/>
          </w:tcPr>
          <w:p w14:paraId="2D056E60" w14:textId="77777777" w:rsidR="0037736A" w:rsidRPr="0037736A" w:rsidRDefault="0037736A" w:rsidP="0037736A">
            <w:pPr>
              <w:pStyle w:val="SIText"/>
            </w:pPr>
            <w:r w:rsidRPr="0037736A">
              <w:t xml:space="preserve">Assessment of skills must take place under the following conditions: </w:t>
            </w:r>
          </w:p>
          <w:p w14:paraId="4468205B" w14:textId="77777777" w:rsidR="0037736A" w:rsidRPr="0037736A" w:rsidRDefault="0037736A" w:rsidP="0037736A">
            <w:pPr>
              <w:pStyle w:val="SIText"/>
              <w:rPr>
                <w:rStyle w:val="SITemporaryText"/>
              </w:rPr>
            </w:pPr>
          </w:p>
          <w:p w14:paraId="69AE27D6" w14:textId="77777777" w:rsidR="0037736A" w:rsidRPr="0037736A" w:rsidRDefault="0037736A" w:rsidP="0037736A">
            <w:pPr>
              <w:pStyle w:val="SIBulletList1"/>
            </w:pPr>
            <w:r w:rsidRPr="0037736A">
              <w:t>physical conditions:</w:t>
            </w:r>
          </w:p>
          <w:p w14:paraId="593B2258" w14:textId="16640F3B" w:rsidR="0037736A" w:rsidRPr="0037736A" w:rsidRDefault="0037736A" w:rsidP="0037736A">
            <w:pPr>
              <w:pStyle w:val="SIBulletList2"/>
              <w:rPr>
                <w:rFonts w:eastAsia="Calibri"/>
              </w:rPr>
            </w:pPr>
            <w:r w:rsidRPr="0037736A">
              <w:t>skills must be demonstrated in</w:t>
            </w:r>
            <w:r w:rsidR="00E04008">
              <w:t xml:space="preserve"> a workplace setting or</w:t>
            </w:r>
            <w:bookmarkStart w:id="0" w:name="_GoBack"/>
            <w:bookmarkEnd w:id="0"/>
            <w:r w:rsidRPr="0037736A">
              <w:t xml:space="preserve"> an environment that accurately represents workplace conditions</w:t>
            </w:r>
          </w:p>
          <w:p w14:paraId="4CA16F7F" w14:textId="77777777" w:rsidR="0037736A" w:rsidRPr="0037736A" w:rsidRDefault="0037736A" w:rsidP="0037736A">
            <w:pPr>
              <w:pStyle w:val="SIBulletList1"/>
            </w:pPr>
            <w:r w:rsidRPr="0037736A">
              <w:t>resources, equipment and materials:</w:t>
            </w:r>
          </w:p>
          <w:p w14:paraId="683F39B2" w14:textId="0EE694A0" w:rsidR="0037736A" w:rsidRPr="000B1C4F" w:rsidRDefault="00A17FB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0B1C4F">
              <w:rPr>
                <w:rStyle w:val="SITemporaryText"/>
                <w:rFonts w:eastAsia="Calibri"/>
                <w:color w:val="auto"/>
                <w:sz w:val="20"/>
              </w:rPr>
              <w:t>products or services to be marketed</w:t>
            </w:r>
          </w:p>
          <w:p w14:paraId="21330C5D" w14:textId="77777777" w:rsidR="00A17FB5" w:rsidRPr="000B1C4F" w:rsidRDefault="00A17FB5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0B1C4F">
              <w:rPr>
                <w:rStyle w:val="SITemporaryText"/>
                <w:rFonts w:eastAsia="Calibri"/>
                <w:color w:val="auto"/>
                <w:sz w:val="20"/>
              </w:rPr>
              <w:t>access to relevant market information</w:t>
            </w:r>
          </w:p>
          <w:p w14:paraId="510C0F56" w14:textId="77777777" w:rsidR="00A17FB5" w:rsidRPr="000B1C4F" w:rsidRDefault="00A17FB5" w:rsidP="000B1C4F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0B1C4F">
              <w:rPr>
                <w:rStyle w:val="SITemporaryText"/>
                <w:rFonts w:eastAsia="Calibri"/>
                <w:color w:val="auto"/>
                <w:sz w:val="20"/>
              </w:rPr>
              <w:t>specifications:</w:t>
            </w:r>
          </w:p>
          <w:p w14:paraId="5C954458" w14:textId="2CD65637" w:rsidR="0037736A" w:rsidRPr="000B1C4F" w:rsidRDefault="00A17FB5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0B1C4F">
              <w:rPr>
                <w:rStyle w:val="SITemporaryText"/>
                <w:rFonts w:eastAsia="Calibri"/>
                <w:color w:val="auto"/>
                <w:sz w:val="20"/>
              </w:rPr>
              <w:t>legislation, regulations and guidelines for marketing and selling products and/or services.</w:t>
            </w:r>
          </w:p>
          <w:p w14:paraId="4176622A" w14:textId="77777777" w:rsidR="00A17FB5" w:rsidRPr="0037736A" w:rsidRDefault="00A17FB5" w:rsidP="000B1C4F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D7C1C6E" w14:textId="71A4E3ED" w:rsidR="00F1480E" w:rsidRPr="000754EC" w:rsidRDefault="0037736A" w:rsidP="007F7BFE">
            <w:pPr>
              <w:pStyle w:val="SIText"/>
              <w:rPr>
                <w:rFonts w:eastAsia="Calibri"/>
              </w:rPr>
            </w:pPr>
            <w:r w:rsidRPr="003773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D77E5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343C6E" w14:textId="77777777" w:rsidTr="004679E3">
        <w:tc>
          <w:tcPr>
            <w:tcW w:w="990" w:type="pct"/>
            <w:shd w:val="clear" w:color="auto" w:fill="auto"/>
          </w:tcPr>
          <w:p w14:paraId="6BB1F18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48B111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61CA6B6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2FF172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F4BAF" w14:textId="77777777" w:rsidR="009847BB" w:rsidRDefault="009847BB" w:rsidP="00BF3F0A">
      <w:r>
        <w:separator/>
      </w:r>
    </w:p>
    <w:p w14:paraId="2C17716F" w14:textId="77777777" w:rsidR="009847BB" w:rsidRDefault="009847BB"/>
  </w:endnote>
  <w:endnote w:type="continuationSeparator" w:id="0">
    <w:p w14:paraId="10F4A2B5" w14:textId="77777777" w:rsidR="009847BB" w:rsidRDefault="009847BB" w:rsidP="00BF3F0A">
      <w:r>
        <w:continuationSeparator/>
      </w:r>
    </w:p>
    <w:p w14:paraId="1412C582" w14:textId="77777777" w:rsidR="009847BB" w:rsidRDefault="009847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1B34833" w14:textId="42C3A19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358E3">
          <w:rPr>
            <w:noProof/>
          </w:rPr>
          <w:t>3</w:t>
        </w:r>
        <w:r w:rsidRPr="000754EC">
          <w:fldChar w:fldCharType="end"/>
        </w:r>
      </w:p>
      <w:p w14:paraId="55E5778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27A6A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4CBB5" w14:textId="77777777" w:rsidR="009847BB" w:rsidRDefault="009847BB" w:rsidP="00BF3F0A">
      <w:r>
        <w:separator/>
      </w:r>
    </w:p>
    <w:p w14:paraId="5727AA35" w14:textId="77777777" w:rsidR="009847BB" w:rsidRDefault="009847BB"/>
  </w:footnote>
  <w:footnote w:type="continuationSeparator" w:id="0">
    <w:p w14:paraId="13E54937" w14:textId="77777777" w:rsidR="009847BB" w:rsidRDefault="009847BB" w:rsidP="00BF3F0A">
      <w:r>
        <w:continuationSeparator/>
      </w:r>
    </w:p>
    <w:p w14:paraId="5E366FA3" w14:textId="77777777" w:rsidR="009847BB" w:rsidRDefault="009847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F5727" w14:textId="4EDB4A97" w:rsidR="009C2650" w:rsidRPr="00AB1595" w:rsidRDefault="00EB27E5" w:rsidP="00AB1595">
    <w:pPr>
      <w:pStyle w:val="SIText"/>
    </w:pPr>
    <w:r>
      <w:t>AHCBUS</w:t>
    </w:r>
    <w:r w:rsidR="00AB1595">
      <w:t>5</w:t>
    </w:r>
    <w:r w:rsidR="007F7BFE">
      <w:t>13</w:t>
    </w:r>
    <w:r w:rsidR="00AB1595">
      <w:t xml:space="preserve"> </w:t>
    </w:r>
    <w:r w:rsidR="00AB1595" w:rsidRPr="00AB1595">
      <w:t>Market products and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A14B3"/>
    <w:multiLevelType w:val="hybridMultilevel"/>
    <w:tmpl w:val="88F49C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A356D0A"/>
    <w:multiLevelType w:val="hybridMultilevel"/>
    <w:tmpl w:val="EFDA26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tLAwMTQ0N7EwMTZV0lEKTi0uzszPAykwrAUAopAV6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1C4F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00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36A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53F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B5C23"/>
    <w:rsid w:val="005D195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8E3"/>
    <w:rsid w:val="00643D1B"/>
    <w:rsid w:val="006452B8"/>
    <w:rsid w:val="00652E62"/>
    <w:rsid w:val="00686A49"/>
    <w:rsid w:val="00687B62"/>
    <w:rsid w:val="00690C44"/>
    <w:rsid w:val="006969D9"/>
    <w:rsid w:val="006A2B68"/>
    <w:rsid w:val="006B430F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BFE"/>
    <w:rsid w:val="00803F3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A62"/>
    <w:rsid w:val="00851BE5"/>
    <w:rsid w:val="008545EB"/>
    <w:rsid w:val="00865011"/>
    <w:rsid w:val="00886790"/>
    <w:rsid w:val="008908DE"/>
    <w:rsid w:val="008A12ED"/>
    <w:rsid w:val="008A39D3"/>
    <w:rsid w:val="008A535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164"/>
    <w:rsid w:val="00932CD7"/>
    <w:rsid w:val="00944C09"/>
    <w:rsid w:val="009527CB"/>
    <w:rsid w:val="00953835"/>
    <w:rsid w:val="00960F6C"/>
    <w:rsid w:val="00970747"/>
    <w:rsid w:val="0097685F"/>
    <w:rsid w:val="009847B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FB5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595"/>
    <w:rsid w:val="00AB1B8E"/>
    <w:rsid w:val="00AC0696"/>
    <w:rsid w:val="00AC4C98"/>
    <w:rsid w:val="00AC5F6B"/>
    <w:rsid w:val="00AD37B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F63"/>
    <w:rsid w:val="00D32124"/>
    <w:rsid w:val="00D54C76"/>
    <w:rsid w:val="00D701C0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04008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D008B"/>
    <w:rsid w:val="00EF01F8"/>
    <w:rsid w:val="00EF40EF"/>
    <w:rsid w:val="00EF47FE"/>
    <w:rsid w:val="00F069BD"/>
    <w:rsid w:val="00F1332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DE2D7D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C709A8-5600-481F-ACD6-7B3F631EA1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1A6FB8E-6566-4CD8-9AF3-7F4DF3E0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49</TotalTime>
  <Pages>4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16</cp:revision>
  <cp:lastPrinted>2016-05-27T05:21:00Z</cp:lastPrinted>
  <dcterms:created xsi:type="dcterms:W3CDTF">2018-08-06T01:59:00Z</dcterms:created>
  <dcterms:modified xsi:type="dcterms:W3CDTF">2019-05-30T01:38:00Z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560">
    <vt:lpwstr>1297</vt:lpwstr>
  </property>
  <property fmtid="{D5CDD505-2E9C-101B-9397-08002B2CF9AE}" pid="19" name="AuthorIds_UIVersion_5120">
    <vt:lpwstr>1297</vt:lpwstr>
  </property>
  <property fmtid="{D5CDD505-2E9C-101B-9397-08002B2CF9AE}" pid="20" name="AuthorIds_UIVersion_6656">
    <vt:lpwstr>115</vt:lpwstr>
  </property>
</Properties>
</file>